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32" w:type="dxa"/>
        <w:tblInd w:w="8" w:type="dxa"/>
        <w:tblLayout w:type="fixed"/>
        <w:tblCellMar>
          <w:left w:w="0" w:type="dxa"/>
          <w:right w:w="0" w:type="dxa"/>
        </w:tblCellMar>
        <w:tblLook w:val="0000" w:firstRow="0" w:lastRow="0" w:firstColumn="0" w:lastColumn="0" w:noHBand="0" w:noVBand="0"/>
      </w:tblPr>
      <w:tblGrid>
        <w:gridCol w:w="5521"/>
        <w:gridCol w:w="4311"/>
      </w:tblGrid>
      <w:tr w:rsidR="00F158E9" w14:paraId="60ABFABD" w14:textId="77777777" w:rsidTr="00A22984">
        <w:trPr>
          <w:cantSplit/>
          <w:trHeight w:val="284"/>
        </w:trPr>
        <w:tc>
          <w:tcPr>
            <w:tcW w:w="9830" w:type="dxa"/>
            <w:gridSpan w:val="2"/>
          </w:tcPr>
          <w:p w14:paraId="4CE6C41B" w14:textId="77777777" w:rsidR="00FE01E8" w:rsidRDefault="00330D03" w:rsidP="00A22984">
            <w:pPr>
              <w:pStyle w:val="Pealkiri4"/>
              <w:framePr w:w="9779"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rsidP="00A22984">
            <w:pPr>
              <w:pStyle w:val="Pealkiri4"/>
              <w:framePr w:w="9779" w:h="1474" w:wrap="notBeside" w:y="3063"/>
            </w:pPr>
            <w:r>
              <w:t xml:space="preserve">PEAMETSAÜLEM </w:t>
            </w:r>
            <w:r w:rsidR="00330D03">
              <w:fldChar w:fldCharType="end"/>
            </w:r>
          </w:p>
          <w:p w14:paraId="6D4A9110" w14:textId="77777777" w:rsidR="00F158E9" w:rsidRDefault="00F158E9" w:rsidP="00A22984">
            <w:pPr>
              <w:pStyle w:val="Pealkiri4"/>
              <w:framePr w:w="9779" w:h="1474" w:wrap="notBeside" w:y="3063"/>
            </w:pPr>
            <w:r>
              <w:t>KÄSKKIRI</w:t>
            </w:r>
          </w:p>
        </w:tc>
      </w:tr>
      <w:tr w:rsidR="00F158E9" w14:paraId="2AB22DB0" w14:textId="77777777" w:rsidTr="00A22984">
        <w:trPr>
          <w:cantSplit/>
          <w:trHeight w:val="570"/>
        </w:trPr>
        <w:tc>
          <w:tcPr>
            <w:tcW w:w="5521" w:type="dxa"/>
            <w:tcBorders>
              <w:bottom w:val="nil"/>
            </w:tcBorders>
          </w:tcPr>
          <w:p w14:paraId="40BEFC1A" w14:textId="77777777" w:rsidR="00F158E9" w:rsidRDefault="00F158E9" w:rsidP="00A22984">
            <w:pPr>
              <w:pStyle w:val="Pealkiri4"/>
              <w:framePr w:w="9779" w:h="1474" w:wrap="notBeside" w:y="3063"/>
              <w:rPr>
                <w:sz w:val="22"/>
              </w:rPr>
            </w:pPr>
          </w:p>
          <w:bookmarkStart w:id="0" w:name="Text2"/>
          <w:p w14:paraId="79DA4A4F" w14:textId="77777777" w:rsidR="00F158E9" w:rsidRDefault="00330D03" w:rsidP="00A22984">
            <w:pPr>
              <w:framePr w:w="9779" w:wrap="auto" w:hAnchor="text"/>
            </w:pPr>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11" w:type="dxa"/>
            <w:tcBorders>
              <w:bottom w:val="nil"/>
            </w:tcBorders>
          </w:tcPr>
          <w:p w14:paraId="4661A2DF" w14:textId="48627112" w:rsidR="00F158E9" w:rsidRDefault="00A22984" w:rsidP="00A22984">
            <w:pPr>
              <w:framePr w:w="9779" w:wrap="auto" w:hAnchor="text"/>
            </w:pPr>
            <w:r>
              <w:t>(</w:t>
            </w:r>
            <w:r w:rsidR="006A0115">
              <w:t>digitaalallkirja kuupäev</w:t>
            </w:r>
            <w:r>
              <w:t>)</w:t>
            </w:r>
            <w:r w:rsidR="00A10986">
              <w:t xml:space="preserve"> nr 1-5</w:t>
            </w:r>
            <w:r w:rsidR="00F249DD">
              <w:t>.1</w:t>
            </w:r>
            <w:r w:rsidR="00A10986">
              <w:t>/</w:t>
            </w:r>
            <w:r w:rsidR="00C63E5A">
              <w:t>2022/</w:t>
            </w:r>
            <w:r>
              <w:t>34</w:t>
            </w:r>
          </w:p>
        </w:tc>
      </w:tr>
    </w:tbl>
    <w:p w14:paraId="108F8944" w14:textId="77777777" w:rsidR="00F158E9" w:rsidRDefault="00F158E9" w:rsidP="00A22984">
      <w:pPr>
        <w:framePr w:w="9779"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2884CDDE" w:rsidR="00F158E9" w:rsidRDefault="000501EA" w:rsidP="009A6AC7">
      <w:pPr>
        <w:pStyle w:val="Pealkiri1"/>
      </w:pPr>
      <w:proofErr w:type="spellStart"/>
      <w:r>
        <w:t>Ilbussaare</w:t>
      </w:r>
      <w:proofErr w:type="spellEnd"/>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27652C61"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proofErr w:type="spellStart"/>
      <w:r w:rsidR="000501EA">
        <w:t>Ingka</w:t>
      </w:r>
      <w:proofErr w:type="spellEnd"/>
      <w:r w:rsidR="000501EA">
        <w:t xml:space="preserve"> Investments Estonia OÜ</w:t>
      </w:r>
      <w:r w:rsidR="00310D63">
        <w:t xml:space="preserve"> </w:t>
      </w:r>
      <w:r w:rsidR="005E678A">
        <w:t>o</w:t>
      </w:r>
      <w:r w:rsidRPr="00631681">
        <w:t xml:space="preserve">mandis olevale </w:t>
      </w:r>
      <w:r w:rsidR="000501EA">
        <w:t>ILBUSSAARE</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0501EA">
        <w:t>534735</w:t>
      </w:r>
      <w:r w:rsidR="00E278C6">
        <w:t>,</w:t>
      </w:r>
      <w:r w:rsidRPr="00631681">
        <w:t xml:space="preserve"> </w:t>
      </w:r>
      <w:r w:rsidR="009921BF">
        <w:t xml:space="preserve">katastritunnus </w:t>
      </w:r>
      <w:r w:rsidR="000501EA">
        <w:t>24802:001:0750</w:t>
      </w:r>
      <w:r w:rsidR="00003886">
        <w:t>,</w:t>
      </w:r>
      <w:r w:rsidR="009921BF">
        <w:t xml:space="preserve"> </w:t>
      </w:r>
      <w:r w:rsidRPr="00631681">
        <w:t xml:space="preserve">asukoht </w:t>
      </w:r>
      <w:r w:rsidR="00986409">
        <w:t>Jõgeva</w:t>
      </w:r>
      <w:r w:rsidR="00D00FEF">
        <w:t xml:space="preserve"> maakond, </w:t>
      </w:r>
      <w:r w:rsidR="00EF667C">
        <w:t>Jõgeva</w:t>
      </w:r>
      <w:r w:rsidR="00F13DD3">
        <w:t xml:space="preserve"> vald, </w:t>
      </w:r>
      <w:r w:rsidR="000501EA">
        <w:t>Kurista</w:t>
      </w:r>
      <w:r w:rsidR="00986409">
        <w:t xml:space="preserve"> </w:t>
      </w:r>
      <w:r w:rsidR="00F249DD">
        <w:t xml:space="preserve">küla, </w:t>
      </w:r>
      <w:proofErr w:type="spellStart"/>
      <w:r w:rsidR="000501EA">
        <w:t>Ilbussaare</w:t>
      </w:r>
      <w:proofErr w:type="spellEnd"/>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36818D09" w:rsidR="007F2CD3" w:rsidRPr="003E245A" w:rsidRDefault="007F2CD3" w:rsidP="007F2CD3">
      <w:pPr>
        <w:pStyle w:val="Loendilik"/>
        <w:numPr>
          <w:ilvl w:val="0"/>
          <w:numId w:val="3"/>
        </w:numPr>
        <w:jc w:val="both"/>
      </w:pPr>
      <w:r w:rsidRPr="003E245A">
        <w:t xml:space="preserve">Koormata isikliku kasutusõigusega </w:t>
      </w:r>
      <w:proofErr w:type="spellStart"/>
      <w:r w:rsidR="000501EA">
        <w:t>Ingka</w:t>
      </w:r>
      <w:proofErr w:type="spellEnd"/>
      <w:r w:rsidR="000501EA">
        <w:t xml:space="preserve"> Investments Estonia OÜ </w:t>
      </w:r>
      <w:r w:rsidR="001368CE">
        <w:t>(</w:t>
      </w:r>
      <w:r w:rsidR="00F249DD">
        <w:t xml:space="preserve">registrikood </w:t>
      </w:r>
      <w:r w:rsidR="000501EA">
        <w:t>10816234</w:t>
      </w:r>
      <w:r w:rsidR="00310D63">
        <w:t xml:space="preserve">, </w:t>
      </w:r>
      <w:r w:rsidRPr="003E245A">
        <w:t xml:space="preserve">edaspidi </w:t>
      </w:r>
      <w:r w:rsidRPr="003E245A">
        <w:rPr>
          <w:i/>
        </w:rPr>
        <w:t>omanik</w:t>
      </w:r>
      <w:r w:rsidRPr="003E245A">
        <w:t>) omandisse kuuluv</w:t>
      </w:r>
      <w:r w:rsidR="00CE4584">
        <w:t xml:space="preserve"> </w:t>
      </w:r>
      <w:r w:rsidR="000501EA">
        <w:rPr>
          <w:i/>
          <w:iCs/>
        </w:rPr>
        <w:t>ILBUSSAARE</w:t>
      </w:r>
      <w:r w:rsidR="000B3943" w:rsidRPr="00780FCD">
        <w:rPr>
          <w:i/>
          <w:iCs/>
        </w:rPr>
        <w:t xml:space="preserve"> kinn</w:t>
      </w:r>
      <w:r w:rsidR="00CE4584" w:rsidRPr="00780FCD">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0501EA">
        <w:t>534735,</w:t>
      </w:r>
      <w:r w:rsidR="000501EA" w:rsidRPr="00631681">
        <w:t xml:space="preserve"> </w:t>
      </w:r>
      <w:r w:rsidR="000501EA">
        <w:t xml:space="preserve">katastritunnus 24802:001:0750, </w:t>
      </w:r>
      <w:r w:rsidR="000501EA" w:rsidRPr="00631681">
        <w:t xml:space="preserve">asukoht </w:t>
      </w:r>
      <w:r w:rsidR="000501EA">
        <w:t xml:space="preserve">Jõgeva maakond, Jõgeva vald, Kurista küla, </w:t>
      </w:r>
      <w:proofErr w:type="spellStart"/>
      <w:r w:rsidR="000501EA">
        <w:t>Ilbussaare</w:t>
      </w:r>
      <w:proofErr w:type="spellEnd"/>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6BA46161"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proofErr w:type="spellStart"/>
      <w:r w:rsidR="000501EA">
        <w:rPr>
          <w:i/>
          <w:iCs/>
        </w:rPr>
        <w:t>Ilbussaare</w:t>
      </w:r>
      <w:proofErr w:type="spellEnd"/>
      <w:r w:rsidR="00F80D71" w:rsidRPr="00D24FC4">
        <w:rPr>
          <w:i/>
          <w:iCs/>
        </w:rPr>
        <w:t xml:space="preserve"> </w:t>
      </w:r>
      <w:r w:rsidRPr="00D24FC4">
        <w:rPr>
          <w:i/>
          <w:iCs/>
        </w:rPr>
        <w:t>katastriüksusel</w:t>
      </w:r>
      <w:r w:rsidRPr="00631681">
        <w:t xml:space="preserve"> (katastritunnus</w:t>
      </w:r>
      <w:r w:rsidR="00D001D4">
        <w:t xml:space="preserve"> </w:t>
      </w:r>
      <w:r w:rsidR="000501EA">
        <w:t>24802:001:0750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5C921785"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0501EA">
        <w:rPr>
          <w:i/>
          <w:iCs/>
        </w:rPr>
        <w:t>Kurista</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0501EA">
        <w:rPr>
          <w:i/>
          <w:iCs/>
        </w:rPr>
        <w:t>174</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ED1B40C" w:rsidR="00D638ED" w:rsidRDefault="00FD45AD" w:rsidP="00390F1A">
      <w:pPr>
        <w:jc w:val="both"/>
      </w:pPr>
      <w:r w:rsidRPr="00631681">
        <w:t xml:space="preserve">Jaotuskava: </w:t>
      </w:r>
      <w:r w:rsidR="00AE235F">
        <w:t>Avo Jürissaar</w:t>
      </w:r>
      <w:r w:rsidR="00D24FC4">
        <w:t xml:space="preserve">, </w:t>
      </w:r>
      <w:proofErr w:type="spellStart"/>
      <w:r w:rsidR="000501EA">
        <w:t>Ingka</w:t>
      </w:r>
      <w:proofErr w:type="spellEnd"/>
      <w:r w:rsidR="000501EA">
        <w:t xml:space="preserve"> Investments Estonia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01EA"/>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2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2F28"/>
    <w:rsid w:val="005841B1"/>
    <w:rsid w:val="00584C42"/>
    <w:rsid w:val="00586248"/>
    <w:rsid w:val="005A1521"/>
    <w:rsid w:val="005A4BCA"/>
    <w:rsid w:val="005B0721"/>
    <w:rsid w:val="005B0BD3"/>
    <w:rsid w:val="005B39CA"/>
    <w:rsid w:val="005C65FB"/>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80FCD"/>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86631"/>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2984"/>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C31FB"/>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EF667C"/>
    <w:rsid w:val="00F0252D"/>
    <w:rsid w:val="00F06136"/>
    <w:rsid w:val="00F11AEC"/>
    <w:rsid w:val="00F13DD3"/>
    <w:rsid w:val="00F158E9"/>
    <w:rsid w:val="00F23DBE"/>
    <w:rsid w:val="00F249DD"/>
    <w:rsid w:val="00F35A6B"/>
    <w:rsid w:val="00F4291E"/>
    <w:rsid w:val="00F429E7"/>
    <w:rsid w:val="00F44F13"/>
    <w:rsid w:val="00F4676A"/>
    <w:rsid w:val="00F52359"/>
    <w:rsid w:val="00F570CC"/>
    <w:rsid w:val="00F60674"/>
    <w:rsid w:val="00F60B83"/>
    <w:rsid w:val="00F633B5"/>
    <w:rsid w:val="00F7148F"/>
    <w:rsid w:val="00F74082"/>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7</TotalTime>
  <Pages>2</Pages>
  <Words>547</Words>
  <Characters>4090</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2000(TM) file templates</dc:subject>
  <dc:creator>User</dc:creator>
  <dc:description>Ver 2.0, 01.2013</dc:description>
  <cp:lastModifiedBy>Urve Jõgi</cp:lastModifiedBy>
  <cp:revision>4</cp:revision>
  <cp:lastPrinted>2022-09-26T07:55:00Z</cp:lastPrinted>
  <dcterms:created xsi:type="dcterms:W3CDTF">2022-10-19T07:01:00Z</dcterms:created>
  <dcterms:modified xsi:type="dcterms:W3CDTF">2022-10-20T10:43:00Z</dcterms:modified>
</cp:coreProperties>
</file>